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sz w:val="36"/>
        </w:rPr>
        <w:id w:val="254023022"/>
        <w:placeholder>
          <w:docPart w:val="DA395CA639904E328EDB667CB0058180"/>
        </w:placeholder>
        <w15:appearance w15:val="hidden"/>
      </w:sdtPr>
      <w:sdtEndPr/>
      <w:sdtContent>
        <w:p w:rsidR="004456F0" w:rsidRPr="001555E0" w:rsidRDefault="001555E0">
          <w:pPr>
            <w:pStyle w:val="Companyname"/>
            <w:rPr>
              <w:sz w:val="36"/>
            </w:rPr>
          </w:pPr>
          <w:r w:rsidRPr="001555E0">
            <w:rPr>
              <w:sz w:val="36"/>
            </w:rPr>
            <w:t>ACME Corporation</w:t>
          </w:r>
        </w:p>
      </w:sdtContent>
    </w:sdt>
    <w:p w:rsidR="004456F0" w:rsidRDefault="004456F0">
      <w:pPr>
        <w:pStyle w:val="Logo"/>
      </w:pPr>
    </w:p>
    <w:p w:rsidR="004456F0" w:rsidRDefault="00AE297F">
      <w:pPr>
        <w:pStyle w:val="Heading1"/>
      </w:pPr>
      <w:r>
        <w:t>Employee Status Report</w:t>
      </w:r>
      <w:bookmarkStart w:id="0" w:name="_GoBack"/>
      <w:bookmarkEnd w:id="0"/>
    </w:p>
    <w:p w:rsidR="004456F0" w:rsidRDefault="00AE297F">
      <w:pPr>
        <w:pStyle w:val="Heading2"/>
      </w:pPr>
      <w:r>
        <w:t>Employee information</w:t>
      </w:r>
    </w:p>
    <w:tbl>
      <w:tblPr>
        <w:tblStyle w:val="ListTable2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Contact information"/>
      </w:tblPr>
      <w:tblGrid>
        <w:gridCol w:w="1890"/>
        <w:gridCol w:w="3510"/>
        <w:gridCol w:w="1710"/>
        <w:gridCol w:w="3690"/>
      </w:tblGrid>
      <w:tr w:rsidR="004456F0" w:rsidTr="004456F0">
        <w:tc>
          <w:tcPr>
            <w:tcW w:w="1890" w:type="dxa"/>
          </w:tcPr>
          <w:p w:rsidR="004456F0" w:rsidRDefault="00AE297F">
            <w:pPr>
              <w:pStyle w:val="Heading3"/>
              <w:outlineLvl w:val="2"/>
            </w:pPr>
            <w:r>
              <w:t>Employee name</w:t>
            </w:r>
          </w:p>
        </w:tc>
        <w:tc>
          <w:tcPr>
            <w:tcW w:w="3510" w:type="dxa"/>
          </w:tcPr>
          <w:p w:rsidR="004456F0" w:rsidRDefault="004456F0"/>
        </w:tc>
        <w:tc>
          <w:tcPr>
            <w:tcW w:w="1710" w:type="dxa"/>
          </w:tcPr>
          <w:p w:rsidR="004456F0" w:rsidRDefault="00AE297F">
            <w:pPr>
              <w:pStyle w:val="Heading3"/>
              <w:outlineLvl w:val="2"/>
            </w:pPr>
            <w:r>
              <w:t>Employee ID</w:t>
            </w:r>
          </w:p>
        </w:tc>
        <w:tc>
          <w:tcPr>
            <w:tcW w:w="3690" w:type="dxa"/>
          </w:tcPr>
          <w:p w:rsidR="004456F0" w:rsidRDefault="004456F0"/>
        </w:tc>
      </w:tr>
      <w:tr w:rsidR="004456F0" w:rsidTr="004456F0">
        <w:tc>
          <w:tcPr>
            <w:tcW w:w="1890" w:type="dxa"/>
          </w:tcPr>
          <w:p w:rsidR="004456F0" w:rsidRDefault="00AE297F">
            <w:pPr>
              <w:pStyle w:val="Heading3"/>
              <w:outlineLvl w:val="2"/>
            </w:pPr>
            <w:r>
              <w:t>Department</w:t>
            </w:r>
          </w:p>
        </w:tc>
        <w:tc>
          <w:tcPr>
            <w:tcW w:w="3510" w:type="dxa"/>
          </w:tcPr>
          <w:p w:rsidR="004456F0" w:rsidRDefault="004456F0"/>
        </w:tc>
        <w:tc>
          <w:tcPr>
            <w:tcW w:w="1710" w:type="dxa"/>
          </w:tcPr>
          <w:p w:rsidR="004456F0" w:rsidRDefault="00AE297F">
            <w:pPr>
              <w:pStyle w:val="Heading3"/>
              <w:outlineLvl w:val="2"/>
            </w:pPr>
            <w:r>
              <w:t>Manager</w:t>
            </w:r>
          </w:p>
        </w:tc>
        <w:tc>
          <w:tcPr>
            <w:tcW w:w="3690" w:type="dxa"/>
          </w:tcPr>
          <w:p w:rsidR="004456F0" w:rsidRDefault="004456F0"/>
        </w:tc>
      </w:tr>
      <w:tr w:rsidR="004456F0" w:rsidTr="004456F0">
        <w:tc>
          <w:tcPr>
            <w:tcW w:w="1890" w:type="dxa"/>
          </w:tcPr>
          <w:p w:rsidR="004456F0" w:rsidRDefault="00AE297F">
            <w:pPr>
              <w:pStyle w:val="Heading3"/>
              <w:outlineLvl w:val="2"/>
            </w:pPr>
            <w:r>
              <w:t>Report start date</w:t>
            </w:r>
          </w:p>
        </w:tc>
        <w:sdt>
          <w:sdtPr>
            <w:id w:val="1525369920"/>
            <w:placeholder>
              <w:docPart w:val="0662FBBDD38E461AB62C1DFA9399C9C9"/>
            </w:placeholder>
            <w:showingPlcHdr/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10" w:type="dxa"/>
              </w:tcPr>
              <w:p w:rsidR="004456F0" w:rsidRDefault="00AE297F">
                <w:r>
                  <w:t>[Start date]</w:t>
                </w:r>
              </w:p>
            </w:tc>
          </w:sdtContent>
        </w:sdt>
        <w:tc>
          <w:tcPr>
            <w:tcW w:w="1710" w:type="dxa"/>
          </w:tcPr>
          <w:p w:rsidR="004456F0" w:rsidRDefault="00AE297F">
            <w:pPr>
              <w:pStyle w:val="Heading3"/>
              <w:outlineLvl w:val="2"/>
            </w:pPr>
            <w:r>
              <w:t>Report end date</w:t>
            </w:r>
          </w:p>
        </w:tc>
        <w:sdt>
          <w:sdtPr>
            <w:id w:val="-1720206418"/>
            <w:placeholder>
              <w:docPart w:val="5D09F0BDCF4C46F290DDF3EF4A3A5DD7"/>
            </w:placeholder>
            <w:showingPlcHdr/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690" w:type="dxa"/>
              </w:tcPr>
              <w:p w:rsidR="004456F0" w:rsidRDefault="00AE297F">
                <w:r>
                  <w:t>[End date]</w:t>
                </w:r>
              </w:p>
            </w:tc>
          </w:sdtContent>
        </w:sdt>
      </w:tr>
    </w:tbl>
    <w:p w:rsidR="004456F0" w:rsidRDefault="00AE297F">
      <w:pPr>
        <w:pStyle w:val="Heading2"/>
      </w:pPr>
      <w:r>
        <w:t>Short-term action items</w:t>
      </w:r>
    </w:p>
    <w:tbl>
      <w:tblPr>
        <w:tblStyle w:val="ListTable2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hort-term action items"/>
      </w:tblPr>
      <w:tblGrid>
        <w:gridCol w:w="6300"/>
        <w:gridCol w:w="2070"/>
        <w:gridCol w:w="2430"/>
      </w:tblGrid>
      <w:tr w:rsidR="004456F0" w:rsidTr="004456F0">
        <w:tc>
          <w:tcPr>
            <w:tcW w:w="6300" w:type="dxa"/>
          </w:tcPr>
          <w:p w:rsidR="004456F0" w:rsidRDefault="00AE297F">
            <w:pPr>
              <w:pStyle w:val="Heading3"/>
              <w:outlineLvl w:val="2"/>
            </w:pPr>
            <w:r>
              <w:t>Action item</w:t>
            </w:r>
          </w:p>
        </w:tc>
        <w:tc>
          <w:tcPr>
            <w:tcW w:w="2070" w:type="dxa"/>
          </w:tcPr>
          <w:p w:rsidR="004456F0" w:rsidRDefault="00AE297F">
            <w:pPr>
              <w:pStyle w:val="Heading3"/>
              <w:outlineLvl w:val="2"/>
            </w:pPr>
            <w:r>
              <w:t>Due date</w:t>
            </w:r>
          </w:p>
        </w:tc>
        <w:tc>
          <w:tcPr>
            <w:tcW w:w="2430" w:type="dxa"/>
          </w:tcPr>
          <w:p w:rsidR="004456F0" w:rsidRDefault="00AE297F">
            <w:pPr>
              <w:pStyle w:val="Heading3"/>
              <w:outlineLvl w:val="2"/>
            </w:pPr>
            <w:r>
              <w:t>Status</w:t>
            </w:r>
          </w:p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-164634882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593360502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-2051912699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-1568495352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-299995001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1306511625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</w:tbl>
    <w:p w:rsidR="004456F0" w:rsidRDefault="00AE297F">
      <w:pPr>
        <w:pStyle w:val="Heading2"/>
      </w:pPr>
      <w:r>
        <w:t>Long-term goals</w:t>
      </w:r>
    </w:p>
    <w:tbl>
      <w:tblPr>
        <w:tblStyle w:val="ListTable2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Long-term goals"/>
      </w:tblPr>
      <w:tblGrid>
        <w:gridCol w:w="6300"/>
        <w:gridCol w:w="2070"/>
        <w:gridCol w:w="2430"/>
      </w:tblGrid>
      <w:tr w:rsidR="004456F0" w:rsidTr="004456F0">
        <w:tc>
          <w:tcPr>
            <w:tcW w:w="6300" w:type="dxa"/>
          </w:tcPr>
          <w:p w:rsidR="004456F0" w:rsidRDefault="00AE297F">
            <w:pPr>
              <w:pStyle w:val="Heading3"/>
              <w:outlineLvl w:val="2"/>
            </w:pPr>
            <w:r>
              <w:t>Goals</w:t>
            </w:r>
          </w:p>
        </w:tc>
        <w:tc>
          <w:tcPr>
            <w:tcW w:w="2070" w:type="dxa"/>
          </w:tcPr>
          <w:p w:rsidR="004456F0" w:rsidRDefault="00AE297F">
            <w:pPr>
              <w:pStyle w:val="Heading3"/>
              <w:outlineLvl w:val="2"/>
            </w:pPr>
            <w:r>
              <w:t>Due date</w:t>
            </w:r>
          </w:p>
        </w:tc>
        <w:tc>
          <w:tcPr>
            <w:tcW w:w="2430" w:type="dxa"/>
          </w:tcPr>
          <w:p w:rsidR="004456F0" w:rsidRDefault="00AE297F">
            <w:pPr>
              <w:pStyle w:val="Heading3"/>
              <w:outlineLvl w:val="2"/>
            </w:pPr>
            <w:r>
              <w:t>Progress</w:t>
            </w:r>
          </w:p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-1273777933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-860822689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803267303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579644702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-959486618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  <w:tr w:rsidR="004456F0" w:rsidTr="004456F0">
        <w:tc>
          <w:tcPr>
            <w:tcW w:w="6300" w:type="dxa"/>
          </w:tcPr>
          <w:p w:rsidR="004456F0" w:rsidRDefault="004456F0"/>
        </w:tc>
        <w:sdt>
          <w:sdtPr>
            <w:id w:val="1208221638"/>
            <w:placeholder>
              <w:docPart w:val="04B844E617AB43398CB9891AEE559DD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0" w:type="dxa"/>
              </w:tcPr>
              <w:p w:rsidR="004456F0" w:rsidRDefault="00AE297F">
                <w:r>
                  <w:t>[Due date]</w:t>
                </w:r>
              </w:p>
            </w:tc>
          </w:sdtContent>
        </w:sdt>
        <w:tc>
          <w:tcPr>
            <w:tcW w:w="2430" w:type="dxa"/>
          </w:tcPr>
          <w:p w:rsidR="004456F0" w:rsidRDefault="004456F0"/>
        </w:tc>
      </w:tr>
    </w:tbl>
    <w:p w:rsidR="004456F0" w:rsidRDefault="00AE297F">
      <w:pPr>
        <w:pStyle w:val="Heading2"/>
      </w:pPr>
      <w:r>
        <w:t>Accomplishments</w:t>
      </w:r>
    </w:p>
    <w:sdt>
      <w:sdtPr>
        <w:id w:val="1727250588"/>
        <w:placeholder>
          <w:docPart w:val="5211929DB4A84D02957CCEB6F1933010"/>
        </w:placeholder>
        <w:temporary/>
        <w:showingPlcHdr/>
        <w15:appearance w15:val="hidden"/>
      </w:sdtPr>
      <w:sdtEndPr/>
      <w:sdtContent>
        <w:p w:rsidR="004456F0" w:rsidRDefault="00AE297F">
          <w:r>
            <w:t>[Accomplishments]</w:t>
          </w:r>
        </w:p>
      </w:sdtContent>
    </w:sdt>
    <w:p w:rsidR="004456F0" w:rsidRDefault="00AE297F">
      <w:pPr>
        <w:pStyle w:val="Heading2"/>
      </w:pPr>
      <w:r>
        <w:t>Concerns</w:t>
      </w:r>
    </w:p>
    <w:sdt>
      <w:sdtPr>
        <w:id w:val="-1148436154"/>
        <w:placeholder>
          <w:docPart w:val="2E2FCF4AF26B4A39B9ED7FE5DB71C3C7"/>
        </w:placeholder>
        <w:temporary/>
        <w:showingPlcHdr/>
        <w15:appearance w15:val="hidden"/>
      </w:sdtPr>
      <w:sdtEndPr/>
      <w:sdtContent>
        <w:p w:rsidR="004456F0" w:rsidRDefault="00AE297F">
          <w:r>
            <w:t>[Concerns]</w:t>
          </w:r>
        </w:p>
      </w:sdtContent>
    </w:sdt>
    <w:sectPr w:rsidR="004456F0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97F" w:rsidRDefault="00AE297F">
      <w:r>
        <w:separator/>
      </w:r>
    </w:p>
  </w:endnote>
  <w:endnote w:type="continuationSeparator" w:id="0">
    <w:p w:rsidR="00AE297F" w:rsidRDefault="00AE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6F0" w:rsidRDefault="00AE297F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97F" w:rsidRDefault="00AE297F">
      <w:r>
        <w:separator/>
      </w:r>
    </w:p>
  </w:footnote>
  <w:footnote w:type="continuationSeparator" w:id="0">
    <w:p w:rsidR="00AE297F" w:rsidRDefault="00AE2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BAAD5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156CD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B4C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284D0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1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340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5CA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9A5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349F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56"/>
    <w:rsid w:val="001555E0"/>
    <w:rsid w:val="004456F0"/>
    <w:rsid w:val="006B3056"/>
    <w:rsid w:val="00AE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after="100"/>
    </w:pPr>
    <w:rPr>
      <w:color w:val="000000" w:themeColor="text1"/>
      <w:sz w:val="18"/>
      <w:szCs w:val="18"/>
    </w:rPr>
  </w:style>
  <w:style w:type="paragraph" w:styleId="Heading1">
    <w:name w:val="heading 1"/>
    <w:basedOn w:val="Normal"/>
    <w:next w:val="Normal"/>
    <w:qFormat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E48312" w:themeColor="accent1"/>
      <w:sz w:val="24"/>
      <w:szCs w:val="24"/>
    </w:rPr>
  </w:style>
  <w:style w:type="paragraph" w:styleId="Heading2">
    <w:name w:val="heading 2"/>
    <w:basedOn w:val="Normal"/>
    <w:next w:val="Normal"/>
    <w:unhideWhenUsed/>
    <w:qFormat/>
    <w:pPr>
      <w:shd w:val="clear" w:color="auto" w:fill="EADBD4" w:themeFill="accent3" w:themeFillTint="33"/>
      <w:spacing w:before="240"/>
      <w:outlineLvl w:val="1"/>
    </w:pPr>
    <w:rPr>
      <w:color w:val="865640" w:themeColor="accent3"/>
      <w:sz w:val="22"/>
      <w:szCs w:val="22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BD582C" w:themeColor="accent2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  <w:rPr>
      <w:color w:val="644030" w:themeColor="accent3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color w:val="865640" w:themeColor="accent3"/>
    </w:rPr>
  </w:style>
  <w:style w:type="character" w:customStyle="1" w:styleId="FooterChar">
    <w:name w:val="Footer Char"/>
    <w:basedOn w:val="DefaultParagraphFont"/>
    <w:link w:val="Footer"/>
    <w:uiPriority w:val="1"/>
    <w:rPr>
      <w:color w:val="865640" w:themeColor="accent3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644030" w:themeColor="accent3" w:themeShade="BF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qFormat/>
    <w:pPr>
      <w:jc w:val="center"/>
    </w:pPr>
    <w:rPr>
      <w:noProof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bottom w:w="29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before="0" w:after="0"/>
    </w:pPr>
  </w:style>
  <w:style w:type="paragraph" w:customStyle="1" w:styleId="Companyname">
    <w:name w:val="Company name"/>
    <w:basedOn w:val="Normal"/>
    <w:next w:val="Normal"/>
    <w:qFormat/>
    <w:pPr>
      <w:spacing w:before="0" w:after="0"/>
      <w:jc w:val="center"/>
    </w:pPr>
    <w:rPr>
      <w:b/>
      <w:bCs/>
      <w:color w:val="49533D" w:themeColor="text2" w:themeShade="BF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wen\AppData\Roaming\Microsoft\Templates\Employee%20status%20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A395CA639904E328EDB667CB0058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06B21-F2BA-41C7-A3BB-8C86DF6764D4}"/>
      </w:docPartPr>
      <w:docPartBody>
        <w:p w:rsidR="00000000" w:rsidRDefault="00E924E1">
          <w:pPr>
            <w:pStyle w:val="DA395CA639904E328EDB667CB0058180"/>
          </w:pPr>
          <w:r>
            <w:t>[Company Name]</w:t>
          </w:r>
        </w:p>
      </w:docPartBody>
    </w:docPart>
    <w:docPart>
      <w:docPartPr>
        <w:name w:val="0662FBBDD38E461AB62C1DFA9399C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8AC35-E5D7-4B36-AA57-6FF72F093410}"/>
      </w:docPartPr>
      <w:docPartBody>
        <w:p w:rsidR="00000000" w:rsidRDefault="00E924E1">
          <w:pPr>
            <w:pStyle w:val="0662FBBDD38E461AB62C1DFA9399C9C9"/>
          </w:pPr>
          <w:r>
            <w:t>[Start date]</w:t>
          </w:r>
        </w:p>
      </w:docPartBody>
    </w:docPart>
    <w:docPart>
      <w:docPartPr>
        <w:name w:val="5D09F0BDCF4C46F290DDF3EF4A3A5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25070-24BA-40E8-A9F3-8694E256E6A9}"/>
      </w:docPartPr>
      <w:docPartBody>
        <w:p w:rsidR="00000000" w:rsidRDefault="00E924E1">
          <w:pPr>
            <w:pStyle w:val="5D09F0BDCF4C46F290DDF3EF4A3A5DD7"/>
          </w:pPr>
          <w:r>
            <w:t>[End date]</w:t>
          </w:r>
        </w:p>
      </w:docPartBody>
    </w:docPart>
    <w:docPart>
      <w:docPartPr>
        <w:name w:val="04B844E617AB43398CB9891AEE559D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7967E-AD15-483A-85FA-504BCA77A293}"/>
      </w:docPartPr>
      <w:docPartBody>
        <w:p w:rsidR="00000000" w:rsidRDefault="00E924E1">
          <w:pPr>
            <w:pStyle w:val="04B844E617AB43398CB9891AEE559DD4"/>
          </w:pPr>
          <w:r>
            <w:t>[Due date]</w:t>
          </w:r>
        </w:p>
      </w:docPartBody>
    </w:docPart>
    <w:docPart>
      <w:docPartPr>
        <w:name w:val="5211929DB4A84D02957CCEB6F1933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68E3D-6152-47B6-A762-0018A03C5B96}"/>
      </w:docPartPr>
      <w:docPartBody>
        <w:p w:rsidR="00000000" w:rsidRDefault="00E924E1">
          <w:pPr>
            <w:pStyle w:val="5211929DB4A84D02957CCEB6F1933010"/>
          </w:pPr>
          <w:r>
            <w:t>[Accomplishments]</w:t>
          </w:r>
        </w:p>
      </w:docPartBody>
    </w:docPart>
    <w:docPart>
      <w:docPartPr>
        <w:name w:val="2E2FCF4AF26B4A39B9ED7FE5DB71C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9F2D2-52F2-4206-9D2D-4431C5299690}"/>
      </w:docPartPr>
      <w:docPartBody>
        <w:p w:rsidR="00000000" w:rsidRDefault="00E924E1">
          <w:pPr>
            <w:pStyle w:val="2E2FCF4AF26B4A39B9ED7FE5DB71C3C7"/>
          </w:pPr>
          <w:r>
            <w:t>[Concerns]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4E1"/>
    <w:rsid w:val="00E9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395CA639904E328EDB667CB0058180">
    <w:name w:val="DA395CA639904E328EDB667CB0058180"/>
  </w:style>
  <w:style w:type="paragraph" w:customStyle="1" w:styleId="0662FBBDD38E461AB62C1DFA9399C9C9">
    <w:name w:val="0662FBBDD38E461AB62C1DFA9399C9C9"/>
  </w:style>
  <w:style w:type="paragraph" w:customStyle="1" w:styleId="5D09F0BDCF4C46F290DDF3EF4A3A5DD7">
    <w:name w:val="5D09F0BDCF4C46F290DDF3EF4A3A5DD7"/>
  </w:style>
  <w:style w:type="paragraph" w:customStyle="1" w:styleId="04B844E617AB43398CB9891AEE559DD4">
    <w:name w:val="04B844E617AB43398CB9891AEE559DD4"/>
  </w:style>
  <w:style w:type="paragraph" w:customStyle="1" w:styleId="5211929DB4A84D02957CCEB6F1933010">
    <w:name w:val="5211929DB4A84D02957CCEB6F1933010"/>
  </w:style>
  <w:style w:type="paragraph" w:customStyle="1" w:styleId="2E2FCF4AF26B4A39B9ED7FE5DB71C3C7">
    <w:name w:val="2E2FCF4AF26B4A39B9ED7FE5DB71C3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9A227A-C5E4-4840-A8DC-ADCAA98679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status report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2016-05-31T13:16:00Z</dcterms:created>
  <dcterms:modified xsi:type="dcterms:W3CDTF">2016-05-31T13:17:00Z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TC034630639991</vt:lpwstr>
  </property>
</Properties>
</file>